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6D" w:rsidRDefault="00A2486D">
      <w:pPr>
        <w:spacing w:after="0" w:line="408" w:lineRule="auto"/>
        <w:ind w:left="120"/>
        <w:jc w:val="center"/>
      </w:pPr>
      <w:bookmarkStart w:id="0" w:name="block-2514788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2486D" w:rsidRPr="00617116" w:rsidRDefault="00A2486D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bookmarkEnd w:id="1"/>
      <w:r w:rsidRPr="0061711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</w:p>
    <w:p w:rsidR="00A2486D" w:rsidRPr="00617116" w:rsidRDefault="00A2486D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bookmarkEnd w:id="2"/>
      <w:r w:rsidRPr="00617116">
        <w:rPr>
          <w:rFonts w:ascii="Times New Roman" w:hAnsi="Times New Roman"/>
          <w:b/>
          <w:color w:val="000000"/>
          <w:sz w:val="28"/>
          <w:lang w:val="ru-RU"/>
        </w:rPr>
        <w:t>МКУ "Комитет Администрации Бийского района по образованию и делам молодежи"</w:t>
      </w:r>
    </w:p>
    <w:p w:rsidR="00A2486D" w:rsidRDefault="00A248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"Лесная СОШ "</w:t>
      </w:r>
    </w:p>
    <w:p w:rsidR="00A2486D" w:rsidRDefault="00A2486D">
      <w:pPr>
        <w:spacing w:after="0"/>
        <w:ind w:left="120"/>
      </w:pPr>
    </w:p>
    <w:p w:rsidR="00A2486D" w:rsidRDefault="00A2486D">
      <w:pPr>
        <w:spacing w:after="0"/>
        <w:ind w:left="120"/>
      </w:pPr>
    </w:p>
    <w:p w:rsidR="00A2486D" w:rsidRDefault="00A2486D">
      <w:pPr>
        <w:spacing w:after="0"/>
        <w:ind w:left="120"/>
      </w:pPr>
    </w:p>
    <w:p w:rsidR="00A2486D" w:rsidRDefault="00A2486D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A2486D" w:rsidRPr="00617116" w:rsidTr="000D4161">
        <w:tc>
          <w:tcPr>
            <w:tcW w:w="3114" w:type="dxa"/>
          </w:tcPr>
          <w:p w:rsidR="00A2486D" w:rsidRPr="005D3E41" w:rsidRDefault="00A2486D" w:rsidP="00535FA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486D" w:rsidRPr="005D3E41" w:rsidRDefault="00A2486D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2486D" w:rsidRPr="005D3E41" w:rsidRDefault="00A2486D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 директора по УВР</w:t>
            </w:r>
          </w:p>
          <w:p w:rsidR="00A2486D" w:rsidRPr="005D3E41" w:rsidRDefault="00A2486D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486D" w:rsidRPr="005D3E41" w:rsidRDefault="00A248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Свинцова Т.М.</w:t>
            </w:r>
          </w:p>
          <w:p w:rsidR="00A2486D" w:rsidRPr="005D3E41" w:rsidRDefault="00A2486D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№14 от «29» августа2023 г.</w:t>
            </w:r>
          </w:p>
          <w:p w:rsidR="00A2486D" w:rsidRPr="005D3E41" w:rsidRDefault="00A248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486D" w:rsidRPr="005D3E41" w:rsidRDefault="00A2486D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2486D" w:rsidRPr="005D3E41" w:rsidRDefault="00A2486D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МБОУ "Лесная СОШ"</w:t>
            </w:r>
          </w:p>
          <w:p w:rsidR="00A2486D" w:rsidRPr="005D3E41" w:rsidRDefault="00A2486D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486D" w:rsidRPr="005D3E41" w:rsidRDefault="00A2486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Свинцова Т.М.</w:t>
            </w:r>
          </w:p>
          <w:p w:rsidR="00A2486D" w:rsidRPr="005D3E41" w:rsidRDefault="00A2486D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D3E4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№280 от «01» сентября2023 г.</w:t>
            </w:r>
          </w:p>
          <w:p w:rsidR="00A2486D" w:rsidRPr="005D3E41" w:rsidRDefault="00A248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486D" w:rsidRPr="00617116" w:rsidRDefault="00A2486D">
      <w:pPr>
        <w:spacing w:after="0"/>
        <w:ind w:left="120"/>
        <w:rPr>
          <w:lang w:val="ru-RU"/>
        </w:rPr>
      </w:pPr>
    </w:p>
    <w:p w:rsidR="00A2486D" w:rsidRPr="00617116" w:rsidRDefault="00A2486D">
      <w:pPr>
        <w:spacing w:after="0"/>
        <w:ind w:left="120"/>
        <w:rPr>
          <w:lang w:val="ru-RU"/>
        </w:rPr>
      </w:pPr>
    </w:p>
    <w:p w:rsidR="00A2486D" w:rsidRPr="00617116" w:rsidRDefault="00A2486D">
      <w:pPr>
        <w:spacing w:after="0"/>
        <w:ind w:left="120"/>
        <w:rPr>
          <w:lang w:val="ru-RU"/>
        </w:rPr>
      </w:pPr>
    </w:p>
    <w:p w:rsidR="00A2486D" w:rsidRPr="00617116" w:rsidRDefault="00A2486D">
      <w:pPr>
        <w:spacing w:after="0"/>
        <w:ind w:left="120"/>
        <w:rPr>
          <w:lang w:val="ru-RU"/>
        </w:rPr>
      </w:pPr>
    </w:p>
    <w:p w:rsidR="00A2486D" w:rsidRPr="00617116" w:rsidRDefault="00A2486D">
      <w:pPr>
        <w:spacing w:after="0"/>
        <w:ind w:left="120"/>
        <w:rPr>
          <w:lang w:val="ru-RU"/>
        </w:rPr>
      </w:pPr>
    </w:p>
    <w:p w:rsidR="00A2486D" w:rsidRPr="00617116" w:rsidRDefault="00A2486D">
      <w:pPr>
        <w:spacing w:after="0" w:line="408" w:lineRule="auto"/>
        <w:ind w:left="120"/>
        <w:jc w:val="center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486D" w:rsidRPr="00617116" w:rsidRDefault="00A2486D">
      <w:pPr>
        <w:spacing w:after="0" w:line="408" w:lineRule="auto"/>
        <w:ind w:left="120"/>
        <w:jc w:val="center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358757)</w:t>
      </w: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 w:line="408" w:lineRule="auto"/>
        <w:ind w:left="120"/>
        <w:jc w:val="center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2486D" w:rsidRPr="00617116" w:rsidRDefault="00A2486D">
      <w:pPr>
        <w:spacing w:after="0" w:line="408" w:lineRule="auto"/>
        <w:ind w:left="120"/>
        <w:jc w:val="center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</w:p>
    <w:p w:rsidR="00A2486D" w:rsidRPr="00617116" w:rsidRDefault="00A2486D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bookmarkEnd w:id="3"/>
      <w:r w:rsidRPr="00617116">
        <w:rPr>
          <w:rFonts w:ascii="Times New Roman" w:hAnsi="Times New Roman"/>
          <w:b/>
          <w:color w:val="000000"/>
          <w:sz w:val="28"/>
          <w:lang w:val="ru-RU"/>
        </w:rPr>
        <w:t xml:space="preserve">Лесное,2023 </w:t>
      </w:r>
      <w:bookmarkStart w:id="4" w:name="55fbcee7-c9ab-48de-99f2-3f30ab5c08f8"/>
      <w:bookmarkEnd w:id="4"/>
      <w:r w:rsidRPr="00617116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bookmarkStart w:id="5" w:name="block-2514789"/>
      <w:bookmarkEnd w:id="5"/>
      <w:r w:rsidRPr="0061711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bookmarkEnd w:id="6"/>
      <w:r w:rsidRPr="0061711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</w:p>
    <w:p w:rsidR="00A2486D" w:rsidRPr="00617116" w:rsidRDefault="00A2486D">
      <w:pPr>
        <w:rPr>
          <w:lang w:val="ru-RU"/>
        </w:rPr>
        <w:sectPr w:rsidR="00A2486D" w:rsidRPr="00617116">
          <w:pgSz w:w="11906" w:h="16383"/>
          <w:pgMar w:top="1134" w:right="850" w:bottom="1134" w:left="1701" w:header="720" w:footer="720" w:gutter="0"/>
          <w:cols w:space="720"/>
        </w:sectPr>
      </w:pP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bookmarkStart w:id="7" w:name="block-2514787"/>
      <w:bookmarkEnd w:id="7"/>
      <w:r w:rsidRPr="0061711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61711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61711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1711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bookmarkStart w:id="10" w:name="_Toc124426225"/>
      <w:r w:rsidRPr="00617116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61711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bookmarkStart w:id="11" w:name="_Toc124426226"/>
      <w:r w:rsidRPr="00617116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61711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bookmarkStart w:id="12" w:name="_Toc124426227"/>
      <w:r w:rsidRPr="0061711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61711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1711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61711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bookmarkStart w:id="14" w:name="_Toc124426231"/>
      <w:r w:rsidRPr="00617116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61711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1711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1711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17116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bookmarkStart w:id="15" w:name="_Toc124426232"/>
      <w:r w:rsidRPr="00617116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5"/>
      <w:r w:rsidRPr="0061711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1711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1711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2486D" w:rsidRPr="00617116" w:rsidRDefault="00A2486D">
      <w:pPr>
        <w:rPr>
          <w:lang w:val="ru-RU"/>
        </w:rPr>
        <w:sectPr w:rsidR="00A2486D" w:rsidRPr="00617116">
          <w:pgSz w:w="11906" w:h="16383"/>
          <w:pgMar w:top="1134" w:right="850" w:bottom="1134" w:left="1701" w:header="720" w:footer="720" w:gutter="0"/>
          <w:cols w:space="720"/>
        </w:sectPr>
      </w:pP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bookmarkStart w:id="16" w:name="block-2514783"/>
      <w:bookmarkEnd w:id="16"/>
      <w:r w:rsidRPr="0061711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1711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Default="00A2486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2486D" w:rsidRPr="00617116" w:rsidRDefault="00A248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2486D" w:rsidRPr="00617116" w:rsidRDefault="00A248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2486D" w:rsidRPr="00617116" w:rsidRDefault="00A248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2486D" w:rsidRPr="00617116" w:rsidRDefault="00A248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2486D" w:rsidRPr="00617116" w:rsidRDefault="00A248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2486D" w:rsidRPr="00617116" w:rsidRDefault="00A248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2486D" w:rsidRDefault="00A2486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2486D" w:rsidRPr="00617116" w:rsidRDefault="00A248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2486D" w:rsidRPr="00617116" w:rsidRDefault="00A248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2486D" w:rsidRPr="00617116" w:rsidRDefault="00A248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2486D" w:rsidRPr="00617116" w:rsidRDefault="00A248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2486D" w:rsidRDefault="00A2486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2486D" w:rsidRPr="00617116" w:rsidRDefault="00A248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2486D" w:rsidRPr="00617116" w:rsidRDefault="00A248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2486D" w:rsidRPr="00617116" w:rsidRDefault="00A248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2486D" w:rsidRPr="00617116" w:rsidRDefault="00A248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2486D" w:rsidRDefault="00A2486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2486D" w:rsidRPr="00617116" w:rsidRDefault="00A248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2486D" w:rsidRPr="00617116" w:rsidRDefault="00A248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2486D" w:rsidRPr="00617116" w:rsidRDefault="00A248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2486D" w:rsidRPr="00617116" w:rsidRDefault="00A248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2486D" w:rsidRPr="00617116" w:rsidRDefault="00A248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2486D" w:rsidRPr="00617116" w:rsidRDefault="00A248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486D" w:rsidRPr="00617116" w:rsidRDefault="00A248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2486D" w:rsidRDefault="00A2486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2486D" w:rsidRPr="00617116" w:rsidRDefault="00A248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2486D" w:rsidRPr="00617116" w:rsidRDefault="00A248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2486D" w:rsidRPr="00617116" w:rsidRDefault="00A248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486D" w:rsidRPr="00617116" w:rsidRDefault="00A2486D">
      <w:pPr>
        <w:spacing w:after="0" w:line="264" w:lineRule="auto"/>
        <w:ind w:left="120"/>
        <w:jc w:val="both"/>
        <w:rPr>
          <w:lang w:val="ru-RU"/>
        </w:rPr>
      </w:pP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6171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11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6171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61711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61711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61711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11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6171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61711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61711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61711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2486D" w:rsidRPr="00617116" w:rsidRDefault="00A2486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1711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1711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1711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711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61711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61711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61711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486D" w:rsidRPr="00617116" w:rsidRDefault="00A2486D">
      <w:pPr>
        <w:spacing w:after="0" w:line="360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1711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1711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1711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2486D" w:rsidRPr="00617116" w:rsidRDefault="00A2486D">
      <w:pPr>
        <w:spacing w:after="0" w:line="264" w:lineRule="auto"/>
        <w:ind w:firstLine="600"/>
        <w:jc w:val="both"/>
        <w:rPr>
          <w:lang w:val="ru-RU"/>
        </w:rPr>
      </w:pPr>
      <w:r w:rsidRPr="00617116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A2486D" w:rsidRPr="00617116" w:rsidRDefault="00A2486D">
      <w:pPr>
        <w:rPr>
          <w:lang w:val="ru-RU"/>
        </w:rPr>
        <w:sectPr w:rsidR="00A2486D" w:rsidRPr="00617116">
          <w:pgSz w:w="11906" w:h="16383"/>
          <w:pgMar w:top="1134" w:right="850" w:bottom="1134" w:left="1701" w:header="720" w:footer="720" w:gutter="0"/>
          <w:cols w:space="720"/>
        </w:sectPr>
      </w:pPr>
    </w:p>
    <w:p w:rsidR="00A2486D" w:rsidRDefault="00A2486D">
      <w:pPr>
        <w:spacing w:after="0"/>
        <w:ind w:left="120"/>
      </w:pPr>
      <w:bookmarkStart w:id="30" w:name="block-2514784"/>
      <w:bookmarkEnd w:id="30"/>
      <w:r w:rsidRPr="006171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486D" w:rsidRDefault="00A248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A2486D" w:rsidRPr="005D3E4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/>
        </w:tc>
      </w:tr>
    </w:tbl>
    <w:p w:rsidR="00A2486D" w:rsidRDefault="00A2486D">
      <w:pPr>
        <w:sectPr w:rsidR="00A248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86D" w:rsidRDefault="00A248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98"/>
        <w:gridCol w:w="1841"/>
        <w:gridCol w:w="1910"/>
        <w:gridCol w:w="2757"/>
      </w:tblGrid>
      <w:tr w:rsidR="00A2486D" w:rsidRPr="005D3E4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6171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5D3E4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171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86D" w:rsidRPr="00617116" w:rsidRDefault="00A2486D">
            <w:pPr>
              <w:spacing w:after="0"/>
              <w:ind w:left="135"/>
              <w:rPr>
                <w:lang w:val="ru-RU"/>
              </w:rPr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6171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/>
        </w:tc>
      </w:tr>
    </w:tbl>
    <w:p w:rsidR="00A2486D" w:rsidRDefault="00A2486D">
      <w:pPr>
        <w:sectPr w:rsidR="00A248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86D" w:rsidRDefault="00A248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70"/>
        <w:gridCol w:w="4841"/>
        <w:gridCol w:w="1504"/>
        <w:gridCol w:w="1841"/>
        <w:gridCol w:w="1910"/>
        <w:gridCol w:w="2702"/>
      </w:tblGrid>
      <w:tr w:rsidR="00A2486D" w:rsidRPr="005D3E4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</w:tr>
      <w:tr w:rsidR="00A2486D" w:rsidRPr="005D3E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/>
        </w:tc>
      </w:tr>
    </w:tbl>
    <w:p w:rsidR="00A2486D" w:rsidRDefault="00A2486D">
      <w:pPr>
        <w:sectPr w:rsidR="00A248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86D" w:rsidRDefault="00A2486D">
      <w:pPr>
        <w:sectPr w:rsidR="00A248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86D" w:rsidRDefault="00A2486D">
      <w:pPr>
        <w:spacing w:after="0"/>
        <w:ind w:left="120"/>
      </w:pPr>
      <w:bookmarkStart w:id="31" w:name="block-2514785"/>
      <w:bookmarkEnd w:id="3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2486D" w:rsidRDefault="00A248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09"/>
        <w:gridCol w:w="4314"/>
        <w:gridCol w:w="1176"/>
        <w:gridCol w:w="1841"/>
        <w:gridCol w:w="1910"/>
        <w:gridCol w:w="1288"/>
        <w:gridCol w:w="2702"/>
      </w:tblGrid>
      <w:tr w:rsidR="00A2486D" w:rsidRPr="005D3E41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/>
        </w:tc>
      </w:tr>
    </w:tbl>
    <w:p w:rsidR="00A2486D" w:rsidRDefault="00A2486D">
      <w:pPr>
        <w:sectPr w:rsidR="00A248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86D" w:rsidRDefault="00A248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60"/>
        <w:gridCol w:w="4227"/>
        <w:gridCol w:w="1212"/>
        <w:gridCol w:w="1841"/>
        <w:gridCol w:w="1910"/>
        <w:gridCol w:w="1288"/>
        <w:gridCol w:w="2702"/>
      </w:tblGrid>
      <w:tr w:rsidR="00A2486D" w:rsidRPr="005D3E4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 w:rsidRPr="005D3E41">
              <w:rPr>
                <w:rFonts w:ascii="Tahoma" w:hAnsi="Tahoma" w:cs="Tahoma"/>
                <w:color w:val="000000"/>
                <w:sz w:val="24"/>
              </w:rPr>
              <w:t>٧</w:t>
            </w:r>
            <w:r w:rsidRPr="005D3E41"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7-8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/>
        </w:tc>
      </w:tr>
    </w:tbl>
    <w:p w:rsidR="00A2486D" w:rsidRDefault="00A2486D">
      <w:pPr>
        <w:sectPr w:rsidR="00A248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86D" w:rsidRDefault="00A248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90"/>
        <w:gridCol w:w="4401"/>
        <w:gridCol w:w="1184"/>
        <w:gridCol w:w="1841"/>
        <w:gridCol w:w="1910"/>
        <w:gridCol w:w="1212"/>
        <w:gridCol w:w="2702"/>
      </w:tblGrid>
      <w:tr w:rsidR="00A2486D" w:rsidRPr="005D3E41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86D" w:rsidRPr="005D3E41" w:rsidRDefault="00A2486D"/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4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5D3E41"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</w:p>
        </w:tc>
      </w:tr>
      <w:tr w:rsidR="00A2486D" w:rsidRPr="005D3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>
            <w:pPr>
              <w:spacing w:after="0"/>
              <w:ind w:left="135"/>
              <w:jc w:val="center"/>
            </w:pPr>
            <w:r w:rsidRPr="005D3E4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86D" w:rsidRPr="005D3E41" w:rsidRDefault="00A2486D"/>
        </w:tc>
      </w:tr>
    </w:tbl>
    <w:p w:rsidR="00A2486D" w:rsidRDefault="00A2486D">
      <w:pPr>
        <w:sectPr w:rsidR="00A248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86D" w:rsidRDefault="00A2486D">
      <w:pPr>
        <w:sectPr w:rsidR="00A248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86D" w:rsidRDefault="00A2486D">
      <w:pPr>
        <w:spacing w:after="0"/>
        <w:ind w:left="120"/>
      </w:pPr>
      <w:bookmarkStart w:id="32" w:name="block-2514786"/>
      <w:bookmarkEnd w:id="3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2486D" w:rsidRDefault="00A248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486D" w:rsidRDefault="00A248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>
        <w:rPr>
          <w:sz w:val="28"/>
        </w:rPr>
        <w:br/>
      </w:r>
      <w:bookmarkStart w:id="33" w:name="8a811090-bed3-4825-9e59-0925d1d075d6"/>
      <w:bookmarkEnd w:id="33"/>
      <w:r>
        <w:rPr>
          <w:rFonts w:ascii="Times New Roman" w:hAnsi="Times New Roman"/>
          <w:color w:val="000000"/>
          <w:sz w:val="28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</w:p>
    <w:p w:rsidR="00A2486D" w:rsidRDefault="00A2486D">
      <w:pPr>
        <w:spacing w:after="0" w:line="480" w:lineRule="auto"/>
        <w:ind w:left="120"/>
      </w:pPr>
    </w:p>
    <w:p w:rsidR="00A2486D" w:rsidRDefault="00A2486D">
      <w:pPr>
        <w:spacing w:after="0"/>
        <w:ind w:left="120"/>
      </w:pPr>
    </w:p>
    <w:p w:rsidR="00A2486D" w:rsidRDefault="00A248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486D" w:rsidRDefault="00A248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Алгебра 7-9 классы базовый уровень. Методическое пособие к предметной линии учебников по алгебре Ю.Н.Макарычев, Н.Г.Миндюк, К.И.Нешкова и др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Алгебра 7 класс Дидактические материалы Л.И.Звавич, Л.В.Кузнецова, С.Б.Суворова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Алгебра 8 класс Дидактические материалы В.И.Жохов, Ю.Н.Макарычев, Н.Г.Миндюк</w:t>
      </w:r>
      <w:r>
        <w:rPr>
          <w:sz w:val="28"/>
        </w:rPr>
        <w:br/>
      </w:r>
      <w:bookmarkStart w:id="34" w:name="352b2430-0170-408d-9dba-fadb4a1f57ea"/>
      <w:bookmarkEnd w:id="34"/>
      <w:r>
        <w:rPr>
          <w:rFonts w:ascii="Times New Roman" w:hAnsi="Times New Roman"/>
          <w:color w:val="000000"/>
          <w:sz w:val="28"/>
        </w:rPr>
        <w:t xml:space="preserve"> Алгебра 9 класс Дидактические материалы Н.Ю.Макарычев, Н.Г.Миндюк, Л.Б.Крайнева</w:t>
      </w:r>
    </w:p>
    <w:p w:rsidR="00A2486D" w:rsidRDefault="00A2486D">
      <w:pPr>
        <w:spacing w:after="0"/>
        <w:ind w:left="120"/>
      </w:pPr>
    </w:p>
    <w:p w:rsidR="00A2486D" w:rsidRDefault="00A248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2486D" w:rsidRDefault="00A248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www. edu-"Российское образование" Федеральный портал.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www.school.edu-"Российский общеобразовательный портал".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www.school-collection.edu.ru/ Единая коллекция цифровых образовательных ресурсов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www.mathvaz.ru-docье школьного учителя математики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Документация, рабочие материалы для учителя математики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www.it-n.ru"Сеть творческих учителей"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www.festival.1september.ruФестиваль педагогических идей</w:t>
      </w:r>
      <w:r>
        <w:rPr>
          <w:sz w:val="28"/>
        </w:rPr>
        <w:br/>
      </w:r>
      <w:bookmarkStart w:id="35" w:name="7d5051e0-bab5-428c-941a-1d062349d11d"/>
      <w:bookmarkEnd w:id="35"/>
    </w:p>
    <w:p w:rsidR="00A2486D" w:rsidRDefault="00A2486D">
      <w:pPr>
        <w:sectPr w:rsidR="00A2486D">
          <w:pgSz w:w="11906" w:h="16383"/>
          <w:pgMar w:top="1134" w:right="850" w:bottom="1134" w:left="1701" w:header="720" w:footer="720" w:gutter="0"/>
          <w:cols w:space="720"/>
        </w:sectPr>
      </w:pPr>
    </w:p>
    <w:p w:rsidR="00A2486D" w:rsidRDefault="00A2486D"/>
    <w:sectPr w:rsidR="00A2486D" w:rsidSect="00D668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10F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30762AA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ACB189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9E95473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C421A1E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1B1126F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6842"/>
    <w:rsid w:val="000D4161"/>
    <w:rsid w:val="000E6D86"/>
    <w:rsid w:val="00344265"/>
    <w:rsid w:val="004E6975"/>
    <w:rsid w:val="00535FAF"/>
    <w:rsid w:val="005D3E41"/>
    <w:rsid w:val="00617116"/>
    <w:rsid w:val="008610C7"/>
    <w:rsid w:val="0086502D"/>
    <w:rsid w:val="008944ED"/>
    <w:rsid w:val="00A2486D"/>
    <w:rsid w:val="00C53FFE"/>
    <w:rsid w:val="00D66842"/>
    <w:rsid w:val="00E9175A"/>
    <w:rsid w:val="00F86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D66842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6684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785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60</Pages>
  <Words>10698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Windows</cp:lastModifiedBy>
  <cp:revision>2</cp:revision>
  <dcterms:created xsi:type="dcterms:W3CDTF">2024-01-17T11:17:00Z</dcterms:created>
  <dcterms:modified xsi:type="dcterms:W3CDTF">2024-01-17T11:17:00Z</dcterms:modified>
</cp:coreProperties>
</file>